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F065A1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BD2387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23575B4A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BD2387">
        <w:rPr>
          <w:rFonts w:ascii="Corbel" w:hAnsi="Corbel"/>
          <w:sz w:val="20"/>
          <w:szCs w:val="20"/>
        </w:rPr>
        <w:t>1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BD2387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1C216F" w:rsidR="0085747A" w:rsidRPr="00E83712" w:rsidRDefault="00E837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8371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0387EA3" w:rsidR="003823BE" w:rsidRPr="00E01EFB" w:rsidRDefault="00E8371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50F7AEB9" w:rsidR="00806B87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6C72E93" w:rsidR="00D45B17" w:rsidRPr="00E01EFB" w:rsidRDefault="00E8371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69D8819" w:rsidR="00D45B17" w:rsidRPr="00E01EFB" w:rsidRDefault="00E8371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4F795" w14:textId="77777777" w:rsidR="00B57FB3" w:rsidRDefault="00B57FB3" w:rsidP="00C16ABF">
      <w:pPr>
        <w:spacing w:after="0" w:line="240" w:lineRule="auto"/>
      </w:pPr>
      <w:r>
        <w:separator/>
      </w:r>
    </w:p>
  </w:endnote>
  <w:endnote w:type="continuationSeparator" w:id="0">
    <w:p w14:paraId="70153E89" w14:textId="77777777" w:rsidR="00B57FB3" w:rsidRDefault="00B57F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C8FE2" w14:textId="77777777" w:rsidR="00B57FB3" w:rsidRDefault="00B57FB3" w:rsidP="00C16ABF">
      <w:pPr>
        <w:spacing w:after="0" w:line="240" w:lineRule="auto"/>
      </w:pPr>
      <w:r>
        <w:separator/>
      </w:r>
    </w:p>
  </w:footnote>
  <w:footnote w:type="continuationSeparator" w:id="0">
    <w:p w14:paraId="78C09E99" w14:textId="77777777" w:rsidR="00B57FB3" w:rsidRDefault="00B57FB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5620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57FB3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23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8371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9A8B60-626B-4E7A-A693-C2A7DA55EC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2020-11-24T22:51:00Z</dcterms:created>
  <dcterms:modified xsi:type="dcterms:W3CDTF">2020-12-11T07:46:00Z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